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  <w:bookmarkStart w:id="0" w:name="_GoBack"/>
      <w:bookmarkEnd w:id="0"/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47FDA110" w14:textId="72F4A2ED" w:rsidR="00CF0EF4" w:rsidRDefault="00C3659F" w:rsidP="00CF0EF4">
          <w:pPr>
            <w:pStyle w:val="Tituldatum"/>
          </w:pPr>
          <w:r w:rsidRPr="00C3659F">
            <w:rPr>
              <w:rStyle w:val="Nzevakce"/>
            </w:rPr>
            <w:t>Doplnění závor na přejezdu P3942 v km 134,452 trati Hrušovany nad Jevišovkou – Br</w:t>
          </w:r>
          <w:r>
            <w:rPr>
              <w:rStyle w:val="Nzevakce"/>
            </w:rPr>
            <w:t>no - Hor. Heršpice - St. silnice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5EEBEBB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B5276C">
        <w:t>7</w:t>
      </w:r>
      <w:r w:rsidRPr="00B3540C">
        <w:t xml:space="preserve">. </w:t>
      </w:r>
      <w:r w:rsidR="009933B5" w:rsidRPr="00B3540C">
        <w:t>1</w:t>
      </w:r>
      <w:r w:rsidRPr="00B3540C">
        <w:t>. 20</w:t>
      </w:r>
      <w:r w:rsidR="00A616BE" w:rsidRPr="00B3540C">
        <w:t>2</w:t>
      </w:r>
      <w:r w:rsidR="00B5276C">
        <w:t>1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3F1AE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3F1AE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3F1AE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3F1AE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3F1AE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5D8BC" w14:textId="77777777" w:rsidR="003F1AED" w:rsidRDefault="003F1AED" w:rsidP="00962258">
      <w:pPr>
        <w:spacing w:after="0" w:line="240" w:lineRule="auto"/>
      </w:pPr>
      <w:r>
        <w:separator/>
      </w:r>
    </w:p>
  </w:endnote>
  <w:endnote w:type="continuationSeparator" w:id="0">
    <w:p w14:paraId="2E7DC3A7" w14:textId="77777777" w:rsidR="003F1AED" w:rsidRDefault="003F1A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3455914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65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659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FD8510A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="00691777">
            <w:rPr>
              <w:b/>
            </w:rPr>
            <w:fldChar w:fldCharType="separate"/>
          </w:r>
          <w:r w:rsidR="00C3659F">
            <w:rPr>
              <w:b/>
              <w:noProof/>
            </w:rPr>
            <w:t>Doplnění závor na přejezdu P3942 v km 134,452 trati Hrušovany nad Jevišovkou – Brno - Hor. Heršpice - St. silnice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413B2513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="00691777">
            <w:rPr>
              <w:b/>
            </w:rPr>
            <w:fldChar w:fldCharType="separate"/>
          </w:r>
          <w:r w:rsidR="00C3659F">
            <w:rPr>
              <w:b/>
              <w:noProof/>
            </w:rPr>
            <w:t>Doplnění závor na přejezdu P3942 v km 134,452 trati Hrušovany nad Jevišovkou – Brno - Hor. Heršpice - St. silnice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5E7B4AEB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659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659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FB30F" w14:textId="77777777" w:rsidR="003F1AED" w:rsidRDefault="003F1AED" w:rsidP="00962258">
      <w:pPr>
        <w:spacing w:after="0" w:line="240" w:lineRule="auto"/>
      </w:pPr>
      <w:r>
        <w:separator/>
      </w:r>
    </w:p>
  </w:footnote>
  <w:footnote w:type="continuationSeparator" w:id="0">
    <w:p w14:paraId="353EE9EC" w14:textId="77777777" w:rsidR="003F1AED" w:rsidRDefault="003F1AE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133E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2C4F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1AED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1777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D33F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C385A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3540C"/>
    <w:rsid w:val="00B5276C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235C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3659F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AFC620EE-B417-4A67-A54D-5C05549D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6917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30B76"/>
    <w:rsid w:val="008B6702"/>
    <w:rsid w:val="008E26D9"/>
    <w:rsid w:val="009C5CCD"/>
    <w:rsid w:val="00C56E21"/>
    <w:rsid w:val="00C76B75"/>
    <w:rsid w:val="00F2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96828E2-11E0-46BD-98BF-C69C38CAD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</TotalTime>
  <Pages>6</Pages>
  <Words>1583</Words>
  <Characters>9340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Heuer Jiří, Bc.</cp:lastModifiedBy>
  <cp:revision>3</cp:revision>
  <cp:lastPrinted>2019-03-13T10:28:00Z</cp:lastPrinted>
  <dcterms:created xsi:type="dcterms:W3CDTF">2021-01-11T07:36:00Z</dcterms:created>
  <dcterms:modified xsi:type="dcterms:W3CDTF">2021-01-11T07:37:00Z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